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09560B3" w:rsidR="00F1480E" w:rsidRPr="000754EC" w:rsidRDefault="006A0208" w:rsidP="006A0208">
            <w:pPr>
              <w:pStyle w:val="SIUNITCODE"/>
            </w:pPr>
            <w:r>
              <w:t>SFIAQU</w:t>
            </w:r>
            <w:r w:rsidR="000E6C62">
              <w:t>411</w:t>
            </w:r>
          </w:p>
        </w:tc>
        <w:tc>
          <w:tcPr>
            <w:tcW w:w="3604" w:type="pct"/>
            <w:shd w:val="clear" w:color="auto" w:fill="auto"/>
          </w:tcPr>
          <w:p w14:paraId="41850966" w14:textId="361D0882" w:rsidR="00F1480E" w:rsidRPr="000754EC" w:rsidRDefault="000E6C62" w:rsidP="000754EC">
            <w:pPr>
              <w:pStyle w:val="SIUnittitle"/>
            </w:pPr>
            <w:r w:rsidRPr="000E6C62">
              <w:t>Manage a water quality and environmental monitoring program</w:t>
            </w:r>
          </w:p>
        </w:tc>
      </w:tr>
      <w:tr w:rsidR="000E6C6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0E6C62" w:rsidRPr="000E6C62" w:rsidRDefault="000E6C62" w:rsidP="000E6C62">
            <w:pPr>
              <w:pStyle w:val="SIHeading2"/>
            </w:pPr>
            <w:r w:rsidRPr="00FD557D">
              <w:t>Application</w:t>
            </w:r>
          </w:p>
          <w:p w14:paraId="5D1C7433" w14:textId="77777777" w:rsidR="000E6C62" w:rsidRPr="00923720" w:rsidRDefault="000E6C62" w:rsidP="000E6C6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C96280" w14:textId="1D3D3085" w:rsidR="000E6C62" w:rsidRDefault="000E6C62" w:rsidP="000E6C62">
            <w:pPr>
              <w:pStyle w:val="SIText"/>
            </w:pPr>
            <w:r w:rsidRPr="000E6C62">
              <w:t>This unit of competency describes the skills and knowledge required to develop and implement a water quality and environmental monitoring program and procedures relevant for routine and non-routine situations or parameters.</w:t>
            </w:r>
          </w:p>
          <w:p w14:paraId="4F7B196F" w14:textId="77777777" w:rsidR="00441B7E" w:rsidRPr="000E6C62" w:rsidRDefault="00441B7E" w:rsidP="000E6C62">
            <w:pPr>
              <w:pStyle w:val="SIText"/>
            </w:pPr>
          </w:p>
          <w:p w14:paraId="39D498E6" w14:textId="3AB37276" w:rsidR="000E6C62" w:rsidRDefault="000E6C62" w:rsidP="000E6C62">
            <w:pPr>
              <w:pStyle w:val="SIText"/>
            </w:pPr>
            <w:r w:rsidRPr="000E6C62">
              <w:t>The unit applies to individuals who use specialised skills and knowledge to analyse and monitor water quality and environmental data and manage maintenance activities within an aquaculture facility.</w:t>
            </w:r>
          </w:p>
          <w:p w14:paraId="471B951C" w14:textId="77777777" w:rsidR="00441B7E" w:rsidRPr="000E6C62" w:rsidRDefault="00441B7E" w:rsidP="000E6C62">
            <w:pPr>
              <w:pStyle w:val="SIText"/>
            </w:pPr>
          </w:p>
          <w:p w14:paraId="222DE076" w14:textId="2BFA8593" w:rsidR="000E6C62" w:rsidRPr="000E6C62" w:rsidRDefault="000E6C62" w:rsidP="000E6C62">
            <w:pPr>
              <w:pStyle w:val="SIText"/>
            </w:pPr>
            <w:r w:rsidRPr="000E6C62">
              <w:t>No occupational licensing, legislative or certification requirements apply to this unit at the time of publication.</w:t>
            </w:r>
            <w:r w:rsidRPr="000E6C62">
              <w:fldChar w:fldCharType="begin"/>
            </w:r>
            <w:r w:rsidRPr="000E6C62">
              <w:instrText xml:space="preserve"> STYLEREF  "AFSA AR Code"  \* MERGEFORMAT </w:instrText>
            </w:r>
            <w:r w:rsidRPr="000E6C62">
              <w:fldChar w:fldCharType="end"/>
            </w:r>
          </w:p>
        </w:tc>
      </w:tr>
      <w:tr w:rsidR="000E6C6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0E6C62" w:rsidRPr="000E6C62" w:rsidRDefault="000E6C62" w:rsidP="000E6C6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0E6C62" w:rsidRPr="000E6C62" w:rsidRDefault="000E6C62" w:rsidP="000E6C62">
            <w:pPr>
              <w:pStyle w:val="SIText"/>
            </w:pPr>
            <w:r w:rsidRPr="008908DE">
              <w:t>Ni</w:t>
            </w:r>
            <w:r w:rsidRPr="000E6C62">
              <w:t xml:space="preserve">l </w:t>
            </w:r>
          </w:p>
        </w:tc>
      </w:tr>
      <w:tr w:rsidR="000E6C6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0E6C62" w:rsidRPr="000E6C62" w:rsidRDefault="000E6C62" w:rsidP="000E6C6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0E6C62" w:rsidRPr="000E6C62" w:rsidRDefault="000E6C62" w:rsidP="000E6C6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E6C6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B47FF29" w:rsidR="000E6C62" w:rsidRPr="000E6C62" w:rsidRDefault="000E6C62" w:rsidP="000E6C62">
            <w:pPr>
              <w:pStyle w:val="SIText"/>
            </w:pPr>
            <w:r w:rsidRPr="000E6C62">
              <w:t>1</w:t>
            </w:r>
            <w:r>
              <w:t>.</w:t>
            </w:r>
            <w:r w:rsidRPr="000E6C62">
              <w:t xml:space="preserve"> Develop a water quality management program</w:t>
            </w:r>
          </w:p>
        </w:tc>
        <w:tc>
          <w:tcPr>
            <w:tcW w:w="3604" w:type="pct"/>
            <w:shd w:val="clear" w:color="auto" w:fill="auto"/>
          </w:tcPr>
          <w:p w14:paraId="3EE90A1B" w14:textId="77777777" w:rsidR="000E6C62" w:rsidRPr="000E6C62" w:rsidRDefault="000E6C62" w:rsidP="000E6C62">
            <w:r w:rsidRPr="000E6C62">
              <w:t>1.1 Develop monitoring schedule and methods to identify routine water quality and environmental parameters</w:t>
            </w:r>
          </w:p>
          <w:p w14:paraId="0D35840E" w14:textId="77777777" w:rsidR="000E6C62" w:rsidRPr="000E6C62" w:rsidRDefault="000E6C62" w:rsidP="000E6C62">
            <w:r w:rsidRPr="000E6C62">
              <w:t>1.2 Develop workplace procedures for routine water quality, environmental monitoring and management of culture or holding water</w:t>
            </w:r>
          </w:p>
          <w:p w14:paraId="202872FB" w14:textId="5917C32F" w:rsidR="000E6C62" w:rsidRPr="000E6C62" w:rsidRDefault="000E6C62" w:rsidP="000E6C62">
            <w:pPr>
              <w:pStyle w:val="SIText"/>
            </w:pPr>
            <w:r w:rsidRPr="000E6C62">
              <w:t xml:space="preserve">1.3 Organise data collection and record management activities </w:t>
            </w:r>
          </w:p>
        </w:tc>
      </w:tr>
      <w:tr w:rsidR="000E6C6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4FE534A" w:rsidR="000E6C62" w:rsidRPr="000E6C62" w:rsidRDefault="000E6C62" w:rsidP="000E6C62">
            <w:pPr>
              <w:pStyle w:val="SIText"/>
            </w:pPr>
            <w:r w:rsidRPr="000E6C62">
              <w:t>2</w:t>
            </w:r>
            <w:r>
              <w:t>.</w:t>
            </w:r>
            <w:r w:rsidRPr="000E6C62">
              <w:t xml:space="preserve"> Oversee non-routine water quality monitoring, sampling and manipulation</w:t>
            </w:r>
          </w:p>
        </w:tc>
        <w:tc>
          <w:tcPr>
            <w:tcW w:w="3604" w:type="pct"/>
            <w:shd w:val="clear" w:color="auto" w:fill="auto"/>
          </w:tcPr>
          <w:p w14:paraId="61B5881C" w14:textId="77777777" w:rsidR="000E6C62" w:rsidRPr="000E6C62" w:rsidRDefault="000E6C62" w:rsidP="000E6C62">
            <w:r w:rsidRPr="000E6C62">
              <w:t xml:space="preserve">2.1 Identify potential problematic non-routine water quality parameters and develop measurement methods </w:t>
            </w:r>
          </w:p>
          <w:p w14:paraId="0C337583" w14:textId="77777777" w:rsidR="000E6C62" w:rsidRPr="000E6C62" w:rsidRDefault="000E6C62" w:rsidP="000E6C62">
            <w:r w:rsidRPr="000E6C62">
              <w:t>2.2 Carry out monitoring and sampling and arrange external analysis according to workplace procedures</w:t>
            </w:r>
          </w:p>
          <w:p w14:paraId="2B73179F" w14:textId="2D2FE62D" w:rsidR="000E6C62" w:rsidRPr="000E6C62" w:rsidRDefault="000E6C62" w:rsidP="000E6C62">
            <w:pPr>
              <w:pStyle w:val="SIText"/>
            </w:pPr>
            <w:r w:rsidRPr="000E6C62">
              <w:t>2.3 Detect and manage effects of health treatments on the quality of the culture or holding water</w:t>
            </w:r>
          </w:p>
        </w:tc>
      </w:tr>
      <w:tr w:rsidR="000E6C62" w:rsidRPr="00963A46" w14:paraId="02EBDD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395231" w14:textId="050D3739" w:rsidR="000E6C62" w:rsidRPr="00CF49A8" w:rsidRDefault="000E6C62" w:rsidP="000E6C62">
            <w:r w:rsidRPr="000E6C62">
              <w:t>3</w:t>
            </w:r>
            <w:r>
              <w:t>.</w:t>
            </w:r>
            <w:r w:rsidRPr="000E6C62">
              <w:t xml:space="preserve"> Analyse and present data in tables and graphs</w:t>
            </w:r>
          </w:p>
        </w:tc>
        <w:tc>
          <w:tcPr>
            <w:tcW w:w="3604" w:type="pct"/>
            <w:shd w:val="clear" w:color="auto" w:fill="auto"/>
          </w:tcPr>
          <w:p w14:paraId="3737C9E9" w14:textId="77777777" w:rsidR="000E6C62" w:rsidRPr="000E6C62" w:rsidRDefault="000E6C62" w:rsidP="000E6C62">
            <w:r w:rsidRPr="000E6C62">
              <w:t>3.1 Check water quality and environmental data to identify transcription errors or atypical entries</w:t>
            </w:r>
          </w:p>
          <w:p w14:paraId="7249CFA0" w14:textId="77777777" w:rsidR="000E6C62" w:rsidRPr="000E6C62" w:rsidRDefault="000E6C62" w:rsidP="000E6C62">
            <w:r w:rsidRPr="000E6C62">
              <w:t>3.2 Present data accurately in tables and graphs according to workplace practices</w:t>
            </w:r>
          </w:p>
          <w:p w14:paraId="0E12D115" w14:textId="396D5D0A" w:rsidR="000E6C62" w:rsidRPr="00CF49A8" w:rsidRDefault="000E6C62" w:rsidP="000E6C62">
            <w:r w:rsidRPr="000E6C62">
              <w:t>3.3 Analyse data and report on features and trends</w:t>
            </w:r>
          </w:p>
        </w:tc>
      </w:tr>
      <w:tr w:rsidR="000E6C6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73F5C30" w:rsidR="000E6C62" w:rsidRPr="000E6C62" w:rsidRDefault="000E6C62" w:rsidP="000E6C62">
            <w:r w:rsidRPr="000E6C62">
              <w:t>4</w:t>
            </w:r>
            <w:r>
              <w:t>.</w:t>
            </w:r>
            <w:r w:rsidRPr="000E6C62">
              <w:t xml:space="preserve"> Assess and adjust water for cultured or held stock</w:t>
            </w:r>
          </w:p>
        </w:tc>
        <w:tc>
          <w:tcPr>
            <w:tcW w:w="3604" w:type="pct"/>
            <w:shd w:val="clear" w:color="auto" w:fill="auto"/>
          </w:tcPr>
          <w:p w14:paraId="26ACBBA7" w14:textId="77777777" w:rsidR="000E6C62" w:rsidRPr="000E6C62" w:rsidRDefault="000E6C62" w:rsidP="000E6C62">
            <w:r w:rsidRPr="000E6C62">
              <w:t>4.1 Assess the suitability of supply water for cultured or held stock</w:t>
            </w:r>
          </w:p>
          <w:p w14:paraId="4BA7AD30" w14:textId="77777777" w:rsidR="000E6C62" w:rsidRPr="000E6C62" w:rsidRDefault="000E6C62" w:rsidP="000E6C62">
            <w:r w:rsidRPr="000E6C62">
              <w:t>4.2 Detect husbandry practices which impact adversely on water quality and modify practices to minimise impacts</w:t>
            </w:r>
          </w:p>
          <w:p w14:paraId="7AABFB20" w14:textId="77777777" w:rsidR="000E6C62" w:rsidRPr="000E6C62" w:rsidRDefault="000E6C62" w:rsidP="000E6C62">
            <w:r w:rsidRPr="000E6C62">
              <w:t>4.3 Manipulate water chemistry to improve water quality according to workplace procedures</w:t>
            </w:r>
          </w:p>
          <w:p w14:paraId="02A7B6D4" w14:textId="32CE0206" w:rsidR="000E6C62" w:rsidRPr="000E6C62" w:rsidRDefault="000E6C62" w:rsidP="000E6C62">
            <w:pPr>
              <w:pStyle w:val="SIText"/>
            </w:pPr>
            <w:r w:rsidRPr="000E6C62">
              <w:t>4.4 Modify management strategies based on data collected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6C62" w:rsidRPr="00336FCA" w:rsidDel="00423CB2" w14:paraId="7A6C86DB" w14:textId="77777777" w:rsidTr="00CA2922">
        <w:tc>
          <w:tcPr>
            <w:tcW w:w="1396" w:type="pct"/>
          </w:tcPr>
          <w:p w14:paraId="63013FFB" w14:textId="303EF999" w:rsidR="000E6C62" w:rsidRPr="000E6C62" w:rsidRDefault="000E6C62" w:rsidP="000E6C62">
            <w:pPr>
              <w:pStyle w:val="SIText"/>
            </w:pPr>
            <w:r w:rsidRPr="000E6C62">
              <w:t>Reading</w:t>
            </w:r>
          </w:p>
        </w:tc>
        <w:tc>
          <w:tcPr>
            <w:tcW w:w="3604" w:type="pct"/>
          </w:tcPr>
          <w:p w14:paraId="1D26F408" w14:textId="2F32FE1E" w:rsidR="000E6C62" w:rsidRPr="000E6C62" w:rsidRDefault="000E6C62" w:rsidP="000E6C62">
            <w:pPr>
              <w:pStyle w:val="SIBulletList1"/>
            </w:pPr>
            <w:r w:rsidRPr="000E6C62">
              <w:t xml:space="preserve">Analyse data against quality parameters and interpret </w:t>
            </w:r>
            <w:r w:rsidR="008F6391">
              <w:t xml:space="preserve">tables and </w:t>
            </w:r>
            <w:r w:rsidRPr="000E6C62">
              <w:t xml:space="preserve">graphs to determine trends </w:t>
            </w:r>
          </w:p>
        </w:tc>
      </w:tr>
      <w:tr w:rsidR="000E6C62" w:rsidRPr="00336FCA" w:rsidDel="00423CB2" w14:paraId="229D9642" w14:textId="77777777" w:rsidTr="00CA2922">
        <w:tc>
          <w:tcPr>
            <w:tcW w:w="1396" w:type="pct"/>
          </w:tcPr>
          <w:p w14:paraId="307E895A" w14:textId="427ED247" w:rsidR="000E6C62" w:rsidRPr="000E6C62" w:rsidRDefault="000E6C62" w:rsidP="000E6C62">
            <w:pPr>
              <w:pStyle w:val="SIText"/>
            </w:pPr>
            <w:r w:rsidRPr="000E6C62">
              <w:t xml:space="preserve">Writing </w:t>
            </w:r>
          </w:p>
        </w:tc>
        <w:tc>
          <w:tcPr>
            <w:tcW w:w="3604" w:type="pct"/>
          </w:tcPr>
          <w:p w14:paraId="1655CAB5" w14:textId="77777777" w:rsidR="000E6C62" w:rsidRPr="000E6C62" w:rsidRDefault="000E6C62" w:rsidP="000E6C62">
            <w:pPr>
              <w:pStyle w:val="SIBulletList1"/>
            </w:pPr>
            <w:r w:rsidRPr="000E6C62">
              <w:t>Record and present data accurately and in required format</w:t>
            </w:r>
          </w:p>
          <w:p w14:paraId="122EA5DC" w14:textId="744E3E38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t>Document workplace procedures using clear structure, language and technical terminology</w:t>
            </w:r>
          </w:p>
        </w:tc>
      </w:tr>
      <w:tr w:rsidR="000E6C62" w:rsidRPr="00336FCA" w:rsidDel="00423CB2" w14:paraId="05F8553F" w14:textId="77777777" w:rsidTr="00CA2922">
        <w:tc>
          <w:tcPr>
            <w:tcW w:w="1396" w:type="pct"/>
          </w:tcPr>
          <w:p w14:paraId="0A3AC22F" w14:textId="78B5DA95" w:rsidR="000E6C62" w:rsidRPr="000E6C62" w:rsidRDefault="000E6C62" w:rsidP="000E6C62">
            <w:r w:rsidRPr="000E6C62">
              <w:t>Numeracy</w:t>
            </w:r>
          </w:p>
        </w:tc>
        <w:tc>
          <w:tcPr>
            <w:tcW w:w="3604" w:type="pct"/>
          </w:tcPr>
          <w:p w14:paraId="64B6B5E6" w14:textId="77777777" w:rsidR="000E6C62" w:rsidRPr="000E6C62" w:rsidRDefault="000E6C62" w:rsidP="000E6C62">
            <w:pPr>
              <w:pStyle w:val="SIBulletList1"/>
            </w:pPr>
            <w:r w:rsidRPr="000E6C62">
              <w:t>Measure perimeters, areas, volumes and angles</w:t>
            </w:r>
          </w:p>
          <w:p w14:paraId="0B38328F" w14:textId="506D28DF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t>Apply mathematical concepts of ratio, percentage, density, and standard deviation to monitoring activities</w:t>
            </w:r>
          </w:p>
        </w:tc>
      </w:tr>
      <w:tr w:rsidR="000E6C62" w:rsidRPr="00336FCA" w:rsidDel="00423CB2" w14:paraId="0F023268" w14:textId="77777777" w:rsidTr="00CA2922">
        <w:tc>
          <w:tcPr>
            <w:tcW w:w="1396" w:type="pct"/>
          </w:tcPr>
          <w:p w14:paraId="143678B8" w14:textId="06C5D792" w:rsidR="000E6C62" w:rsidRPr="000E6C62" w:rsidRDefault="000E6C62" w:rsidP="000E6C62">
            <w:r w:rsidRPr="000E6C62">
              <w:t>Oral communication</w:t>
            </w:r>
          </w:p>
        </w:tc>
        <w:tc>
          <w:tcPr>
            <w:tcW w:w="3604" w:type="pct"/>
          </w:tcPr>
          <w:p w14:paraId="08C1D482" w14:textId="6EEBA65F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t>Participate in verbal exchanges to convey information relating to water quality and monitoring data</w:t>
            </w:r>
          </w:p>
        </w:tc>
      </w:tr>
      <w:tr w:rsidR="000E6C62" w:rsidRPr="00336FCA" w:rsidDel="00423CB2" w14:paraId="4BE849ED" w14:textId="77777777" w:rsidTr="00CA2922">
        <w:tc>
          <w:tcPr>
            <w:tcW w:w="1396" w:type="pct"/>
          </w:tcPr>
          <w:p w14:paraId="2809BECC" w14:textId="615A7C67" w:rsidR="000E6C62" w:rsidRPr="000E6C62" w:rsidRDefault="000E6C62" w:rsidP="000E6C62">
            <w:r w:rsidRPr="000E6C62">
              <w:t>Navigate the world of work</w:t>
            </w:r>
          </w:p>
        </w:tc>
        <w:tc>
          <w:tcPr>
            <w:tcW w:w="3604" w:type="pct"/>
          </w:tcPr>
          <w:p w14:paraId="18E95ED8" w14:textId="676358DA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t>Work independently within broad parameters taking responsibility for plans, decisions and outcomes relating to own role and area of responsibility</w:t>
            </w:r>
          </w:p>
        </w:tc>
      </w:tr>
      <w:tr w:rsidR="000E6C62" w:rsidRPr="00336FCA" w:rsidDel="00423CB2" w14:paraId="1F9DEA63" w14:textId="77777777" w:rsidTr="00CA2922">
        <w:tc>
          <w:tcPr>
            <w:tcW w:w="1396" w:type="pct"/>
          </w:tcPr>
          <w:p w14:paraId="1E309450" w14:textId="69549070" w:rsidR="000E6C62" w:rsidRPr="000E6C62" w:rsidRDefault="000E6C62" w:rsidP="000E6C62">
            <w:r w:rsidRPr="000E6C62">
              <w:t>Get the work done</w:t>
            </w:r>
          </w:p>
        </w:tc>
        <w:tc>
          <w:tcPr>
            <w:tcW w:w="3604" w:type="pct"/>
          </w:tcPr>
          <w:p w14:paraId="48B695CE" w14:textId="3722D94B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t>Use workplace digital systems and tools to access, organise, analyse and display information relevant to role and area of responsibility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E6C62" w14:paraId="67633B90" w14:textId="77777777" w:rsidTr="00F33FF2">
        <w:tc>
          <w:tcPr>
            <w:tcW w:w="1028" w:type="pct"/>
          </w:tcPr>
          <w:p w14:paraId="666F2C5F" w14:textId="5B79EFFE" w:rsidR="000E6C62" w:rsidRPr="000E6C62" w:rsidRDefault="000E6C62" w:rsidP="000E6C62">
            <w:pPr>
              <w:pStyle w:val="SIText"/>
            </w:pPr>
            <w:r w:rsidRPr="000E6C62">
              <w:t>SFIAQU411 Manage water quality and environmental monitoring in enclosed systems</w:t>
            </w:r>
          </w:p>
        </w:tc>
        <w:tc>
          <w:tcPr>
            <w:tcW w:w="1105" w:type="pct"/>
          </w:tcPr>
          <w:p w14:paraId="520629F4" w14:textId="6E92C5A1" w:rsidR="000E6C62" w:rsidRPr="000E6C62" w:rsidRDefault="000E6C62" w:rsidP="000E6C62">
            <w:pPr>
              <w:pStyle w:val="SIText"/>
            </w:pPr>
            <w:r w:rsidRPr="000E6C62">
              <w:t>SFIAQUA411A Manage water quality and environmental monitoring in enclosed systems</w:t>
            </w:r>
          </w:p>
        </w:tc>
        <w:tc>
          <w:tcPr>
            <w:tcW w:w="1251" w:type="pct"/>
          </w:tcPr>
          <w:p w14:paraId="51844FA1" w14:textId="0FB4954C" w:rsidR="000E6C62" w:rsidRPr="000E6C62" w:rsidRDefault="000E6C62" w:rsidP="000E6C62">
            <w:pPr>
              <w:pStyle w:val="SIText"/>
            </w:pPr>
            <w:r w:rsidRPr="000E6C62">
              <w:t>Updated to meet Standards for Training Packages</w:t>
            </w:r>
          </w:p>
        </w:tc>
        <w:tc>
          <w:tcPr>
            <w:tcW w:w="1616" w:type="pct"/>
          </w:tcPr>
          <w:p w14:paraId="509E63B0" w14:textId="1DD035FD" w:rsidR="000E6C62" w:rsidRPr="000E6C62" w:rsidRDefault="000E6C62" w:rsidP="000E6C62">
            <w:pPr>
              <w:pStyle w:val="SIText"/>
            </w:pPr>
            <w:r w:rsidRPr="000E6C6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2EFD9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E6C62" w:rsidRPr="000E6C62">
              <w:t>SFIAQU411 Manage a water quality and environmental monitoring program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0E6C6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99C1BD3" w14:textId="4111FB1A" w:rsidR="000E6C62" w:rsidRPr="000E6C62" w:rsidRDefault="000E6C62" w:rsidP="000E6C62">
            <w:pPr>
              <w:pStyle w:val="SIText"/>
            </w:pPr>
            <w:r w:rsidRPr="000E6C62">
              <w:t>An individual demonstrating competency must satisfy all the elements</w:t>
            </w:r>
            <w:r w:rsidR="00F4457C">
              <w:t xml:space="preserve"> and </w:t>
            </w:r>
            <w:r w:rsidRPr="000E6C62">
              <w:t xml:space="preserve">performance criteria of this unit. </w:t>
            </w:r>
            <w:r w:rsidR="00F4457C">
              <w:t>There must be e</w:t>
            </w:r>
            <w:r w:rsidRPr="000E6C62">
              <w:t xml:space="preserve">vidence </w:t>
            </w:r>
            <w:r w:rsidR="00E301EA">
              <w:t>that the individual has developed and managed a water quality and environmental monitoring program</w:t>
            </w:r>
            <w:r w:rsidR="004C433E">
              <w:t xml:space="preserve"> on at least one occasion</w:t>
            </w:r>
            <w:r w:rsidR="00E301EA">
              <w:t>, including</w:t>
            </w:r>
            <w:r w:rsidRPr="000E6C62">
              <w:t>:</w:t>
            </w:r>
          </w:p>
          <w:p w14:paraId="64E440BF" w14:textId="77777777" w:rsidR="000E6C62" w:rsidRPr="000E6C62" w:rsidRDefault="000E6C62" w:rsidP="000E6C62">
            <w:pPr>
              <w:pStyle w:val="SIBulletList1"/>
            </w:pPr>
            <w:r w:rsidRPr="000E6C62">
              <w:t>developing a water quality and environmental monitoring schedule and procedures for routine monitoring</w:t>
            </w:r>
          </w:p>
          <w:p w14:paraId="2394CA16" w14:textId="77777777" w:rsidR="000E6C62" w:rsidRPr="000E6C62" w:rsidRDefault="000E6C62" w:rsidP="000E6C62">
            <w:pPr>
              <w:pStyle w:val="SIBulletList1"/>
            </w:pPr>
            <w:r w:rsidRPr="000E6C62">
              <w:t>analysing and interpreting graphs and trends in data to determine required action for routine and non-routine data</w:t>
            </w:r>
          </w:p>
          <w:p w14:paraId="48A43C30" w14:textId="1E197AA5" w:rsidR="000E6C62" w:rsidRPr="000E6C62" w:rsidRDefault="000E6C62" w:rsidP="000E6C62">
            <w:pPr>
              <w:pStyle w:val="SIBulletList1"/>
            </w:pPr>
            <w:r w:rsidRPr="000E6C62">
              <w:t>implementing water quality and environmental management strategies based on analysis of data.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0E6C6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28BE82B" w14:textId="77777777" w:rsidR="000E6C62" w:rsidRPr="000E6C62" w:rsidRDefault="000E6C62" w:rsidP="000E6C62">
            <w:pPr>
              <w:pStyle w:val="SIText"/>
            </w:pPr>
            <w:r w:rsidRPr="000E6C62">
              <w:t>An individual must be able to demonstrate the knowledge required to perform the tasks outlined in the elements and performance criteria of this unit. This includes knowledge of:</w:t>
            </w:r>
          </w:p>
          <w:p w14:paraId="31CBD5C3" w14:textId="2C08BFB4" w:rsidR="00BB3D50" w:rsidRDefault="00BB3D50" w:rsidP="000E6C62">
            <w:pPr>
              <w:pStyle w:val="SIBulletList1"/>
            </w:pPr>
            <w:r>
              <w:t xml:space="preserve">purpose of a water </w:t>
            </w:r>
            <w:r w:rsidR="00203ABB">
              <w:t>quality</w:t>
            </w:r>
            <w:r>
              <w:t xml:space="preserve"> management program</w:t>
            </w:r>
          </w:p>
          <w:p w14:paraId="66AF27EB" w14:textId="3C42D172" w:rsidR="00203ABB" w:rsidRDefault="00203ABB" w:rsidP="000E6C62">
            <w:pPr>
              <w:pStyle w:val="SIBulletList1"/>
            </w:pPr>
            <w:r>
              <w:t>routine and non-routine water quality parameters</w:t>
            </w:r>
          </w:p>
          <w:p w14:paraId="3AEA99C3" w14:textId="77777777" w:rsidR="008F6391" w:rsidRPr="008F6391" w:rsidRDefault="008F6391" w:rsidP="008F6391">
            <w:pPr>
              <w:pStyle w:val="SIBulletList1"/>
            </w:pPr>
            <w:r w:rsidRPr="000E6C62">
              <w:t>water chemistry and interaction between parameters</w:t>
            </w:r>
          </w:p>
          <w:p w14:paraId="4C567364" w14:textId="73DAF3E7" w:rsidR="000E6C62" w:rsidRPr="000E6C62" w:rsidRDefault="000E6C62" w:rsidP="000E6C62">
            <w:pPr>
              <w:pStyle w:val="SIBulletList1"/>
            </w:pPr>
            <w:r w:rsidRPr="000E6C62">
              <w:t>interaction between stock, water chemistry and husbandry practices</w:t>
            </w:r>
          </w:p>
          <w:p w14:paraId="4BBE1380" w14:textId="77777777" w:rsidR="00910041" w:rsidRPr="00910041" w:rsidRDefault="000E6C62" w:rsidP="00910041">
            <w:pPr>
              <w:pStyle w:val="SIBulletList1"/>
            </w:pPr>
            <w:r w:rsidRPr="000E6C62">
              <w:t xml:space="preserve">types, features and purpose of a range of monitoring equipment </w:t>
            </w:r>
            <w:r w:rsidR="00910041">
              <w:t xml:space="preserve">used for </w:t>
            </w:r>
            <w:r w:rsidR="00910041" w:rsidRPr="00910041">
              <w:t>managing water quality and environmental monitoring</w:t>
            </w:r>
          </w:p>
          <w:p w14:paraId="0930AE6C" w14:textId="77777777" w:rsidR="000E6C62" w:rsidRPr="000E6C62" w:rsidRDefault="000E6C62" w:rsidP="00910041">
            <w:pPr>
              <w:pStyle w:val="SIBulletList1"/>
            </w:pPr>
            <w:r w:rsidRPr="000E6C62">
              <w:t>procedures for collecting, storing, retrieving and communicating data</w:t>
            </w:r>
          </w:p>
          <w:p w14:paraId="2BA0168A" w14:textId="77777777" w:rsidR="000E6C62" w:rsidRPr="000E6C62" w:rsidRDefault="000E6C62" w:rsidP="000E6C62">
            <w:pPr>
              <w:pStyle w:val="SIBulletList1"/>
            </w:pPr>
            <w:r w:rsidRPr="000E6C62">
              <w:t>procedures for verifying data and rectifying mistakes</w:t>
            </w:r>
          </w:p>
          <w:p w14:paraId="7D18C0FD" w14:textId="489652F1" w:rsidR="000E6C62" w:rsidRPr="000E6C62" w:rsidRDefault="000E6C62" w:rsidP="000E6C62">
            <w:pPr>
              <w:pStyle w:val="SIBulletList1"/>
            </w:pPr>
            <w:bookmarkStart w:id="0" w:name="_GoBack"/>
            <w:bookmarkEnd w:id="0"/>
            <w:proofErr w:type="gramStart"/>
            <w:r w:rsidRPr="000E6C62">
              <w:t>options</w:t>
            </w:r>
            <w:proofErr w:type="gramEnd"/>
            <w:r w:rsidRPr="000E6C62">
              <w:t xml:space="preserve"> for presenting and displaying data.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0E6C6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258A1F" w14:textId="77777777" w:rsidR="000E6C62" w:rsidRPr="000E6C62" w:rsidRDefault="000E6C62" w:rsidP="000E6C62">
            <w:pPr>
              <w:pStyle w:val="SIText"/>
            </w:pPr>
            <w:r w:rsidRPr="000E6C62">
              <w:t xml:space="preserve">Assessment of this unit of competency must take place under the following conditions: </w:t>
            </w:r>
          </w:p>
          <w:p w14:paraId="3A307678" w14:textId="77777777" w:rsidR="000E6C62" w:rsidRPr="000E6C62" w:rsidRDefault="000E6C62" w:rsidP="000E6C62">
            <w:pPr>
              <w:pStyle w:val="SIBulletList1"/>
            </w:pPr>
            <w:r w:rsidRPr="000E6C62">
              <w:t>physical conditions:</w:t>
            </w:r>
          </w:p>
          <w:p w14:paraId="703D9DB3" w14:textId="12EF6FE5" w:rsidR="000E6C62" w:rsidRPr="000E6C62" w:rsidRDefault="00942666" w:rsidP="00942666">
            <w:pPr>
              <w:pStyle w:val="SIBulletList2"/>
            </w:pPr>
            <w:r w:rsidRPr="00B4705C">
              <w:t xml:space="preserve">skills must be demonstrated in an aquaculture </w:t>
            </w:r>
            <w:r>
              <w:t>facility</w:t>
            </w:r>
            <w:r w:rsidRPr="00B4705C">
              <w:t xml:space="preserve"> or an environment that accurately represents workplace conditions</w:t>
            </w:r>
          </w:p>
          <w:p w14:paraId="06D7E081" w14:textId="77777777" w:rsidR="000E6C62" w:rsidRPr="000E6C62" w:rsidRDefault="000E6C62" w:rsidP="000E6C62">
            <w:pPr>
              <w:pStyle w:val="SIBulletList1"/>
            </w:pPr>
            <w:r w:rsidRPr="000E6C62">
              <w:t>resources, equipment and materials:</w:t>
            </w:r>
          </w:p>
          <w:p w14:paraId="22CC6DBC" w14:textId="77777777" w:rsidR="000E6C62" w:rsidRPr="000E6C62" w:rsidRDefault="000E6C62" w:rsidP="000E6C62">
            <w:pPr>
              <w:pStyle w:val="SIBulletList2"/>
            </w:pPr>
            <w:r w:rsidRPr="000E6C62">
              <w:t>measuring and testing equipment</w:t>
            </w:r>
          </w:p>
          <w:p w14:paraId="179A99F8" w14:textId="77777777" w:rsidR="000E6C62" w:rsidRPr="000E6C62" w:rsidRDefault="000E6C62" w:rsidP="000E6C62">
            <w:pPr>
              <w:pStyle w:val="SIBulletList2"/>
            </w:pPr>
            <w:r w:rsidRPr="000E6C62">
              <w:t>data sets and records to analyse</w:t>
            </w:r>
          </w:p>
          <w:p w14:paraId="21117C50" w14:textId="77777777" w:rsidR="000E6C62" w:rsidRPr="000E6C62" w:rsidRDefault="000E6C62" w:rsidP="000E6C62">
            <w:pPr>
              <w:pStyle w:val="SIBulletList2"/>
            </w:pPr>
            <w:r w:rsidRPr="000E6C62">
              <w:t>technology for recording and presenting data</w:t>
            </w:r>
          </w:p>
          <w:p w14:paraId="36DACBE6" w14:textId="06A46828" w:rsidR="000E6C62" w:rsidRPr="000E6C62" w:rsidRDefault="00942666" w:rsidP="00942666">
            <w:pPr>
              <w:pStyle w:val="SIBulletList2"/>
            </w:pPr>
            <w:r w:rsidRPr="000E6C62">
              <w:t>workplace forms or records</w:t>
            </w:r>
          </w:p>
          <w:p w14:paraId="02CD114C" w14:textId="77777777" w:rsidR="000E6C62" w:rsidRPr="000E6C62" w:rsidRDefault="000E6C62" w:rsidP="000E6C62">
            <w:pPr>
              <w:pStyle w:val="SIBulletList1"/>
              <w:rPr>
                <w:rFonts w:eastAsia="Calibri"/>
              </w:rPr>
            </w:pPr>
            <w:r w:rsidRPr="000E6C62">
              <w:rPr>
                <w:rFonts w:eastAsia="Calibri"/>
              </w:rPr>
              <w:t>specifications:</w:t>
            </w:r>
          </w:p>
          <w:p w14:paraId="101D42D1" w14:textId="28F7708D" w:rsidR="000E6C62" w:rsidRPr="000E6C62" w:rsidRDefault="000E6C62" w:rsidP="000E6C62">
            <w:pPr>
              <w:pStyle w:val="SIBulletList2"/>
            </w:pPr>
            <w:r w:rsidRPr="000E6C62">
              <w:t>workplace procedures for management of water quality and environmental monitoring of culture or holding water</w:t>
            </w:r>
            <w:r w:rsidR="00942666">
              <w:t>.</w:t>
            </w:r>
          </w:p>
          <w:p w14:paraId="7FD04F01" w14:textId="77777777" w:rsidR="000E6C62" w:rsidRPr="000E6C62" w:rsidRDefault="000E6C62" w:rsidP="008F6391">
            <w:pPr>
              <w:pStyle w:val="SIText"/>
            </w:pPr>
          </w:p>
          <w:p w14:paraId="71739C8B" w14:textId="7573E4E0" w:rsidR="000E6C62" w:rsidRPr="000E6C62" w:rsidRDefault="000E6C62" w:rsidP="000E6C62">
            <w:pPr>
              <w:pStyle w:val="SIText"/>
            </w:pPr>
            <w:r w:rsidRPr="000E6C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5B515B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6391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E340B3C" w:rsidR="00540BD0" w:rsidRDefault="006A0208">
    <w:r>
      <w:t>SFIAQU</w:t>
    </w:r>
    <w:r w:rsidR="000E6C62">
      <w:t xml:space="preserve">411 </w:t>
    </w:r>
    <w:r w:rsidR="000E6C62" w:rsidRPr="000E6C62">
      <w:t>Manage a water quality and environmental monitoring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E6C62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03ABB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B7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433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0EB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8F6391"/>
    <w:rsid w:val="00910041"/>
    <w:rsid w:val="00916CD7"/>
    <w:rsid w:val="00920927"/>
    <w:rsid w:val="00921B38"/>
    <w:rsid w:val="00923720"/>
    <w:rsid w:val="009278C9"/>
    <w:rsid w:val="00932CD7"/>
    <w:rsid w:val="00942666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3D50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01EA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57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88543E8-E453-4F27-90B3-BF529B782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22545A-B519-426E-9143-E5C6BF3B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2018-09-09T09:30:00Z</dcterms:created>
  <dcterms:modified xsi:type="dcterms:W3CDTF">2018-09-17T00:03:00Z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